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B6" w:rsidRDefault="006E62B6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6E62B6" w:rsidRPr="001F18ED" w:rsidRDefault="006E62B6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62B6" w:rsidRDefault="006E62B6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2B6" w:rsidRDefault="006E62B6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6E62B6" w:rsidRDefault="006E62B6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ВЛ-0,4 кВ от ТП-47/1х400, 1х320 кВА.</w:t>
      </w:r>
    </w:p>
    <w:p w:rsidR="006E62B6" w:rsidRDefault="006E62B6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6E62B6" w:rsidRPr="001F18ED" w:rsidRDefault="006E62B6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>адных Электрических сетях г.о.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Реконструкция ВЛ-0,4кВ от ТП-47/1х400, 1х320кВА.</w:t>
      </w:r>
    </w:p>
    <w:p w:rsidR="006E62B6" w:rsidRPr="001F18ED" w:rsidRDefault="006E62B6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6E62B6" w:rsidRPr="001F18ED" w:rsidRDefault="006E62B6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6E62B6" w:rsidRPr="001F18ED" w:rsidRDefault="006E62B6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>етевого хозяйства в г.о.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 ВЛ-0,4 кВ от ТП-47</w:t>
      </w:r>
    </w:p>
    <w:p w:rsidR="006E62B6" w:rsidRPr="001F18ED" w:rsidRDefault="006E62B6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62B6" w:rsidRPr="008F2D7D" w:rsidRDefault="006E62B6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E62B6" w:rsidRPr="001F18ED" w:rsidRDefault="006E62B6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62B6" w:rsidRPr="001F18ED" w:rsidRDefault="006E62B6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6E62B6" w:rsidRPr="001F18ED" w:rsidRDefault="006E62B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воздушные линии.</w:t>
      </w:r>
    </w:p>
    <w:p w:rsidR="006E62B6" w:rsidRPr="001F18ED" w:rsidRDefault="006E62B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r w:rsidRPr="001F18ED">
        <w:rPr>
          <w:rFonts w:ascii="Times New Roman" w:hAnsi="Times New Roman" w:cs="Times New Roman"/>
          <w:sz w:val="24"/>
          <w:szCs w:val="24"/>
        </w:rPr>
        <w:t>кВ;</w:t>
      </w:r>
    </w:p>
    <w:p w:rsidR="006E62B6" w:rsidRDefault="006E62B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провода – СИП-2; </w:t>
      </w:r>
    </w:p>
    <w:p w:rsidR="006E62B6" w:rsidRDefault="006E62B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1,345 км.</w:t>
      </w:r>
    </w:p>
    <w:p w:rsidR="006E62B6" w:rsidRDefault="006E62B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и марка силовых трансформаторов – ТМ-320 – 1 шт.,</w:t>
      </w:r>
      <w:r>
        <w:rPr>
          <w:rFonts w:ascii="Times New Roman" w:hAnsi="Times New Roman" w:cs="Times New Roman"/>
          <w:sz w:val="24"/>
          <w:szCs w:val="24"/>
          <w:lang w:val="en-US"/>
        </w:rPr>
        <w:t>Nosd</w:t>
      </w:r>
      <w:r w:rsidRPr="00541558">
        <w:rPr>
          <w:rFonts w:ascii="Times New Roman" w:hAnsi="Times New Roman" w:cs="Times New Roman"/>
          <w:sz w:val="24"/>
          <w:szCs w:val="24"/>
        </w:rPr>
        <w:t>-400</w:t>
      </w:r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6E62B6" w:rsidRPr="001F18ED" w:rsidRDefault="006E62B6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</w:t>
      </w:r>
      <w:r>
        <w:rPr>
          <w:rFonts w:ascii="Times New Roman" w:hAnsi="Times New Roman" w:cs="Times New Roman"/>
          <w:sz w:val="24"/>
          <w:szCs w:val="24"/>
          <w:lang w:val="en-US"/>
        </w:rPr>
        <w:t>72</w:t>
      </w:r>
      <w:r>
        <w:rPr>
          <w:rFonts w:ascii="Times New Roman" w:hAnsi="Times New Roman" w:cs="Times New Roman"/>
          <w:sz w:val="24"/>
          <w:szCs w:val="24"/>
        </w:rPr>
        <w:t xml:space="preserve"> МВА</w:t>
      </w:r>
    </w:p>
    <w:p w:rsidR="006E62B6" w:rsidRPr="001F18ED" w:rsidRDefault="006E62B6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6E62B6" w:rsidRPr="00CE0B69" w:rsidRDefault="006E62B6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6E62B6" w:rsidRPr="001F18ED" w:rsidRDefault="006E62B6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62B6" w:rsidRPr="001F18ED" w:rsidRDefault="006E62B6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ВЛ-0,4 кВ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6E62B6" w:rsidRPr="001F18ED" w:rsidRDefault="006E62B6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г. строительство ВЛ-0,4  кВ – 1,345 км, стоимостью </w:t>
      </w:r>
    </w:p>
    <w:p w:rsidR="006E62B6" w:rsidRPr="001F18ED" w:rsidRDefault="006E62B6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6E62B6" w:rsidRPr="001F18ED" w:rsidRDefault="006E62B6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6E62B6" w:rsidRPr="001F18ED" w:rsidRDefault="006E62B6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6E62B6" w:rsidRPr="001F18ED" w:rsidRDefault="006E62B6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E62B6" w:rsidRPr="001F18ED" w:rsidRDefault="006E62B6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6E62B6" w:rsidRPr="001F18ED" w:rsidRDefault="006E62B6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E62B6" w:rsidRPr="001F18ED" w:rsidRDefault="006E62B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6E62B6" w:rsidRDefault="006E62B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6E62B6" w:rsidRPr="001F18ED" w:rsidRDefault="006E62B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6E62B6" w:rsidRPr="001F18ED" w:rsidRDefault="006E62B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E62B6" w:rsidRPr="001F18ED" w:rsidRDefault="006E62B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6E62B6" w:rsidRPr="001F18ED" w:rsidRDefault="006E62B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E62B6" w:rsidRDefault="006E62B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6E62B6" w:rsidRPr="001F18ED" w:rsidRDefault="006E62B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E62B6" w:rsidRPr="001F18ED" w:rsidRDefault="006E62B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6E62B6" w:rsidRPr="001F18ED" w:rsidRDefault="006E62B6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6E62B6" w:rsidRPr="001F18ED" w:rsidRDefault="006E62B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E62B6" w:rsidRPr="001F18ED" w:rsidRDefault="006E62B6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6E62B6" w:rsidRPr="001F18ED" w:rsidRDefault="006E62B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E62B6" w:rsidRPr="001F18ED" w:rsidRDefault="006E62B6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6E62B6" w:rsidRPr="001F18ED" w:rsidRDefault="006E62B6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6E62B6" w:rsidRPr="001F18ED" w:rsidRDefault="006E62B6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6E62B6" w:rsidRPr="001F18ED" w:rsidRDefault="006E62B6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6E62B6" w:rsidRPr="001F18ED" w:rsidRDefault="006E62B6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6E62B6" w:rsidRDefault="006E62B6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>В.С. Мухаметшин</w:t>
      </w:r>
    </w:p>
    <w:p w:rsidR="006E62B6" w:rsidRDefault="006E62B6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6E62B6" w:rsidRDefault="006E62B6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6E62B6" w:rsidRDefault="006E62B6">
      <w:pPr>
        <w:rPr>
          <w:rFonts w:cs="Times New Roman"/>
        </w:rPr>
      </w:pPr>
    </w:p>
    <w:sectPr w:rsidR="006E62B6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2B6" w:rsidRDefault="006E62B6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E62B6" w:rsidRDefault="006E62B6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B6" w:rsidRDefault="006E62B6">
    <w:pPr>
      <w:pStyle w:val="Footer"/>
      <w:jc w:val="center"/>
      <w:rPr>
        <w:rFonts w:cs="Times New Roman"/>
      </w:rPr>
    </w:pPr>
    <w:fldSimple w:instr="PAGE   \* MERGEFORMAT">
      <w:r>
        <w:rPr>
          <w:noProof/>
        </w:rPr>
        <w:t>1</w:t>
      </w:r>
    </w:fldSimple>
  </w:p>
  <w:p w:rsidR="006E62B6" w:rsidRDefault="006E62B6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2B6" w:rsidRDefault="006E62B6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E62B6" w:rsidRDefault="006E62B6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10E"/>
    <w:rsid w:val="000E310E"/>
    <w:rsid w:val="001323D5"/>
    <w:rsid w:val="001F18ED"/>
    <w:rsid w:val="00253E11"/>
    <w:rsid w:val="00280E34"/>
    <w:rsid w:val="00284096"/>
    <w:rsid w:val="003109BB"/>
    <w:rsid w:val="0033644E"/>
    <w:rsid w:val="00353021"/>
    <w:rsid w:val="00384237"/>
    <w:rsid w:val="00450BBA"/>
    <w:rsid w:val="00541558"/>
    <w:rsid w:val="00543ABB"/>
    <w:rsid w:val="00566B37"/>
    <w:rsid w:val="00567910"/>
    <w:rsid w:val="005B60EC"/>
    <w:rsid w:val="006038AE"/>
    <w:rsid w:val="006E028F"/>
    <w:rsid w:val="006E62B6"/>
    <w:rsid w:val="00713E13"/>
    <w:rsid w:val="00727F9F"/>
    <w:rsid w:val="007C2727"/>
    <w:rsid w:val="007C27C1"/>
    <w:rsid w:val="008634EE"/>
    <w:rsid w:val="008F2D7D"/>
    <w:rsid w:val="00915A96"/>
    <w:rsid w:val="00936E32"/>
    <w:rsid w:val="00951AAC"/>
    <w:rsid w:val="00971BB5"/>
    <w:rsid w:val="00A26960"/>
    <w:rsid w:val="00AA6DB2"/>
    <w:rsid w:val="00AA7678"/>
    <w:rsid w:val="00AD0729"/>
    <w:rsid w:val="00B03897"/>
    <w:rsid w:val="00BC04B1"/>
    <w:rsid w:val="00BD24B2"/>
    <w:rsid w:val="00C42E2F"/>
    <w:rsid w:val="00CA0C7D"/>
    <w:rsid w:val="00CE0B69"/>
    <w:rsid w:val="00D072D7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1134</Words>
  <Characters>6466</Characters>
  <Application>Microsoft Office Outlook</Application>
  <DocSecurity>0</DocSecurity>
  <Lines>0</Lines>
  <Paragraphs>0</Paragraphs>
  <ScaleCrop>false</ScaleCrop>
  <Company>ЗАО "ССК"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</cp:lastModifiedBy>
  <cp:revision>2</cp:revision>
  <cp:lastPrinted>2002-06-10T23:17:00Z</cp:lastPrinted>
  <dcterms:created xsi:type="dcterms:W3CDTF">2002-06-10T23:20:00Z</dcterms:created>
  <dcterms:modified xsi:type="dcterms:W3CDTF">2002-06-10T23:20:00Z</dcterms:modified>
</cp:coreProperties>
</file>